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15" w:rsidRPr="0029580F" w:rsidRDefault="00FB5815">
      <w:pPr>
        <w:rPr>
          <w:color w:val="808080"/>
        </w:rPr>
      </w:pPr>
      <w:r w:rsidRPr="0029580F">
        <w:rPr>
          <w:color w:val="808080"/>
        </w:rPr>
        <w:t>Student Name: _____________________________________</w:t>
      </w:r>
    </w:p>
    <w:p w:rsidR="00FB5815" w:rsidRPr="0029580F" w:rsidRDefault="00FB5815">
      <w:pPr>
        <w:rPr>
          <w:color w:val="808080"/>
        </w:rPr>
      </w:pPr>
      <w:r w:rsidRPr="0029580F">
        <w:rPr>
          <w:color w:val="808080"/>
        </w:rPr>
        <w:t>Parent Signature: ________________________________________</w:t>
      </w:r>
    </w:p>
    <w:p w:rsidR="00FB5815" w:rsidRPr="0029580F" w:rsidRDefault="00FB5815" w:rsidP="0026235E">
      <w:pPr>
        <w:jc w:val="center"/>
        <w:rPr>
          <w:rFonts w:ascii="Arial" w:hAnsi="Arial" w:cs="Arial"/>
          <w:color w:val="808080"/>
          <w:sz w:val="28"/>
          <w:szCs w:val="28"/>
        </w:rPr>
      </w:pPr>
      <w:r w:rsidRPr="0029580F">
        <w:rPr>
          <w:rFonts w:ascii="Arial" w:hAnsi="Arial" w:cs="Arial"/>
          <w:color w:val="808080"/>
          <w:sz w:val="28"/>
          <w:szCs w:val="28"/>
        </w:rPr>
        <w:t>Best Foot Forward</w:t>
      </w:r>
      <w:r w:rsidRPr="0029580F">
        <w:rPr>
          <w:rFonts w:ascii="Arial" w:hAnsi="Arial" w:cs="Arial"/>
          <w:color w:val="808080"/>
          <w:sz w:val="28"/>
          <w:szCs w:val="28"/>
        </w:rPr>
        <w:br/>
        <w:t>Chapters 3-4 Quiz</w:t>
      </w:r>
    </w:p>
    <w:p w:rsidR="00FB5815" w:rsidRPr="0029580F" w:rsidRDefault="00FB5815">
      <w:pPr>
        <w:rPr>
          <w:color w:val="808080"/>
        </w:rPr>
      </w:pPr>
    </w:p>
    <w:p w:rsidR="00FB5815" w:rsidRPr="0029580F" w:rsidRDefault="00FB5815" w:rsidP="0026235E">
      <w:pPr>
        <w:pStyle w:val="ListParagraph"/>
        <w:numPr>
          <w:ilvl w:val="0"/>
          <w:numId w:val="1"/>
        </w:numPr>
        <w:rPr>
          <w:color w:val="808080"/>
        </w:rPr>
      </w:pPr>
      <w:r w:rsidRPr="0029580F">
        <w:rPr>
          <w:color w:val="808080"/>
        </w:rPr>
        <w:t>Who comes to pick up Tanner, the boy who is caught stealing shoes from the shoe store?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The police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His sister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His mother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His grandmother</w:t>
      </w:r>
      <w:r w:rsidRPr="0029580F">
        <w:rPr>
          <w:color w:val="808080"/>
        </w:rPr>
        <w:br/>
      </w:r>
    </w:p>
    <w:p w:rsidR="00FB5815" w:rsidRPr="0029580F" w:rsidRDefault="00FB5815" w:rsidP="0026235E">
      <w:pPr>
        <w:pStyle w:val="ListParagraph"/>
        <w:numPr>
          <w:ilvl w:val="0"/>
          <w:numId w:val="1"/>
        </w:numPr>
        <w:rPr>
          <w:color w:val="808080"/>
        </w:rPr>
      </w:pPr>
      <w:r w:rsidRPr="0029580F">
        <w:rPr>
          <w:color w:val="808080"/>
        </w:rPr>
        <w:t>What does Mrs. Gladstone, the manager of the shoe store, do with the shoplifters?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She calls the police and pressed charges.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She makes them work at her store to teach them responsibility.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She yells at them in front of all the customers.</w:t>
      </w:r>
    </w:p>
    <w:p w:rsidR="00FB5815" w:rsidRPr="0029580F" w:rsidRDefault="00FB5815" w:rsidP="0026235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She lets them go.</w:t>
      </w:r>
      <w:r w:rsidRPr="0029580F">
        <w:rPr>
          <w:color w:val="808080"/>
        </w:rPr>
        <w:br/>
      </w:r>
    </w:p>
    <w:p w:rsidR="00FB5815" w:rsidRPr="0029580F" w:rsidRDefault="00FB5815" w:rsidP="00F22D7B">
      <w:pPr>
        <w:pStyle w:val="ListParagraph"/>
        <w:numPr>
          <w:ilvl w:val="0"/>
          <w:numId w:val="1"/>
        </w:numPr>
        <w:rPr>
          <w:color w:val="808080"/>
        </w:rPr>
      </w:pPr>
      <w:r w:rsidRPr="0029580F">
        <w:rPr>
          <w:color w:val="808080"/>
        </w:rPr>
        <w:t>In Chapter 4, Jenna celebrates an important event. What event does she celebrate?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Thanksgiving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Christmas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birthday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father’s birthday</w:t>
      </w:r>
      <w:r w:rsidRPr="0029580F">
        <w:rPr>
          <w:color w:val="808080"/>
        </w:rPr>
        <w:br/>
      </w:r>
    </w:p>
    <w:p w:rsidR="00FB5815" w:rsidRPr="0029580F" w:rsidRDefault="00FB5815" w:rsidP="00F22D7B">
      <w:pPr>
        <w:pStyle w:val="ListParagraph"/>
        <w:numPr>
          <w:ilvl w:val="0"/>
          <w:numId w:val="1"/>
        </w:numPr>
        <w:rPr>
          <w:color w:val="808080"/>
        </w:rPr>
      </w:pPr>
      <w:r w:rsidRPr="0029580F">
        <w:rPr>
          <w:color w:val="808080"/>
        </w:rPr>
        <w:t>At the end of Chapter 4, the reader finds out one reason Jenna felt she had to turn her father in for drunk driving. What is the reason?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friend was killed by a drunk driver.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entire family was in the car when he rammed into another vehicle.</w:t>
      </w:r>
    </w:p>
    <w:p w:rsidR="00FB5815" w:rsidRPr="0029580F" w:rsidRDefault="00FB5815" w:rsidP="00F22D7B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father drove the car into the family’s house.</w:t>
      </w:r>
    </w:p>
    <w:p w:rsidR="00FB5815" w:rsidRPr="0029580F" w:rsidRDefault="00FB5815" w:rsidP="002558AE">
      <w:pPr>
        <w:pStyle w:val="ListParagraph"/>
        <w:numPr>
          <w:ilvl w:val="1"/>
          <w:numId w:val="1"/>
        </w:numPr>
        <w:rPr>
          <w:color w:val="808080"/>
        </w:rPr>
      </w:pPr>
      <w:r w:rsidRPr="0029580F">
        <w:rPr>
          <w:color w:val="808080"/>
        </w:rPr>
        <w:t>Her father would threaten Jenna’s sister whenever he was drunk.</w:t>
      </w:r>
    </w:p>
    <w:sectPr w:rsidR="00FB5815" w:rsidRPr="0029580F" w:rsidSect="008B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17FB2"/>
    <w:multiLevelType w:val="hybridMultilevel"/>
    <w:tmpl w:val="3A8C7D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35E"/>
    <w:rsid w:val="002558AE"/>
    <w:rsid w:val="0026235E"/>
    <w:rsid w:val="0029580F"/>
    <w:rsid w:val="00871CB2"/>
    <w:rsid w:val="008B207A"/>
    <w:rsid w:val="0091688E"/>
    <w:rsid w:val="009B280B"/>
    <w:rsid w:val="00CB6D56"/>
    <w:rsid w:val="00F22D7B"/>
    <w:rsid w:val="00FB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623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155</Words>
  <Characters>888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</dc:creator>
  <cp:keywords/>
  <dc:description/>
  <cp:lastModifiedBy>Administrator</cp:lastModifiedBy>
  <cp:revision>2</cp:revision>
  <cp:lastPrinted>2010-11-18T12:56:00Z</cp:lastPrinted>
  <dcterms:created xsi:type="dcterms:W3CDTF">2010-11-18T01:21:00Z</dcterms:created>
  <dcterms:modified xsi:type="dcterms:W3CDTF">2010-11-18T12:58:00Z</dcterms:modified>
</cp:coreProperties>
</file>